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C211F5" w14:textId="77777777" w:rsidR="000807C8" w:rsidRDefault="00A3021A" w:rsidP="000807C8">
      <w:pPr>
        <w:jc w:val="center"/>
        <w:rPr>
          <w:b/>
        </w:rPr>
      </w:pPr>
      <w:r>
        <w:rPr>
          <w:b/>
        </w:rPr>
        <w:t xml:space="preserve">FSUS Longitudinal Data </w:t>
      </w:r>
      <w:r w:rsidR="000807C8" w:rsidRPr="008F312F">
        <w:rPr>
          <w:b/>
        </w:rPr>
        <w:t>Set</w:t>
      </w:r>
      <w:bookmarkStart w:id="0" w:name="_GoBack"/>
      <w:bookmarkEnd w:id="0"/>
    </w:p>
    <w:p w14:paraId="7C37A6B0" w14:textId="02FD126C" w:rsidR="00A3021A" w:rsidRPr="008F312F" w:rsidRDefault="00A3021A" w:rsidP="000807C8">
      <w:pPr>
        <w:jc w:val="center"/>
        <w:rPr>
          <w:b/>
        </w:rPr>
      </w:pPr>
      <w:r>
        <w:rPr>
          <w:b/>
        </w:rPr>
        <w:t>WagnerLab 20</w:t>
      </w:r>
      <w:r w:rsidR="00314779">
        <w:rPr>
          <w:b/>
        </w:rPr>
        <w:t>1</w:t>
      </w:r>
      <w:r>
        <w:rPr>
          <w:b/>
        </w:rPr>
        <w:t xml:space="preserve">3-2016 </w:t>
      </w:r>
    </w:p>
    <w:p w14:paraId="7E02A119" w14:textId="77777777" w:rsidR="000807C8" w:rsidRDefault="000807C8" w:rsidP="000807C8"/>
    <w:p w14:paraId="45EB4354" w14:textId="21E00C65" w:rsidR="000807C8" w:rsidRDefault="000807C8" w:rsidP="000807C8">
      <w:r>
        <w:t>The data set includes 3</w:t>
      </w:r>
      <w:r w:rsidR="00804A7B">
        <w:t>19</w:t>
      </w:r>
      <w:r>
        <w:t xml:space="preserve"> children and 3</w:t>
      </w:r>
      <w:r w:rsidR="00804A7B">
        <w:t>10</w:t>
      </w:r>
      <w:r>
        <w:t xml:space="preserve"> potential variables  </w:t>
      </w:r>
    </w:p>
    <w:p w14:paraId="4C5D88C8" w14:textId="77777777" w:rsidR="00610B91" w:rsidRDefault="00610B91" w:rsidP="000807C8"/>
    <w:p w14:paraId="18B90CCD" w14:textId="0239D324" w:rsidR="000807C8" w:rsidRDefault="000807C8" w:rsidP="000807C8">
      <w:r>
        <w:t>777 are students not in the study yet or anymore</w:t>
      </w:r>
    </w:p>
    <w:p w14:paraId="0E2CE553" w14:textId="77777777" w:rsidR="000807C8" w:rsidRDefault="000807C8" w:rsidP="000807C8">
      <w:r>
        <w:t xml:space="preserve">888 are students that dropped out of the study </w:t>
      </w:r>
    </w:p>
    <w:p w14:paraId="6B665440" w14:textId="77777777" w:rsidR="000807C8" w:rsidRDefault="000807C8" w:rsidP="000807C8">
      <w:r>
        <w:t>999 are missing data pieces</w:t>
      </w:r>
    </w:p>
    <w:p w14:paraId="4FBB16CE" w14:textId="77777777" w:rsidR="000807C8" w:rsidRDefault="000807C8" w:rsidP="000807C8"/>
    <w:p w14:paraId="5766CAE8" w14:textId="77777777" w:rsidR="000807C8" w:rsidRDefault="000807C8" w:rsidP="000807C8">
      <w:r w:rsidRPr="002234BB">
        <w:rPr>
          <w:b/>
        </w:rPr>
        <w:t>Elision</w:t>
      </w:r>
      <w:r>
        <w:t xml:space="preserve"> (CTOPP-2) – range 0-34 </w:t>
      </w:r>
    </w:p>
    <w:p w14:paraId="1D82F99B" w14:textId="77777777" w:rsidR="000807C8" w:rsidRDefault="000807C8" w:rsidP="000807C8">
      <w:pPr>
        <w:pStyle w:val="ListParagraph"/>
        <w:numPr>
          <w:ilvl w:val="0"/>
          <w:numId w:val="2"/>
        </w:numPr>
      </w:pPr>
      <w:r>
        <w:t>This test is untimed</w:t>
      </w:r>
    </w:p>
    <w:p w14:paraId="44AE622F" w14:textId="77777777" w:rsidR="000807C8" w:rsidRDefault="000807C8" w:rsidP="000807C8">
      <w:pPr>
        <w:ind w:left="360"/>
      </w:pPr>
    </w:p>
    <w:p w14:paraId="70F98BB9" w14:textId="77777777" w:rsidR="000807C8" w:rsidRDefault="000807C8" w:rsidP="000807C8">
      <w:r w:rsidRPr="002234BB">
        <w:rPr>
          <w:b/>
        </w:rPr>
        <w:t>Blending</w:t>
      </w:r>
      <w:r>
        <w:t xml:space="preserve"> (CTOPP-2) range 0-33</w:t>
      </w:r>
    </w:p>
    <w:p w14:paraId="30723291" w14:textId="77777777" w:rsidR="000807C8" w:rsidRDefault="000807C8" w:rsidP="000807C8">
      <w:pPr>
        <w:pStyle w:val="ListParagraph"/>
        <w:numPr>
          <w:ilvl w:val="0"/>
          <w:numId w:val="2"/>
        </w:numPr>
      </w:pPr>
      <w:r>
        <w:t>This test is untimed</w:t>
      </w:r>
    </w:p>
    <w:p w14:paraId="280AAFFB" w14:textId="77777777" w:rsidR="000807C8" w:rsidRDefault="000807C8" w:rsidP="000807C8">
      <w:pPr>
        <w:pStyle w:val="ListParagraph"/>
        <w:numPr>
          <w:ilvl w:val="0"/>
          <w:numId w:val="2"/>
        </w:numPr>
      </w:pPr>
      <w:r>
        <w:t xml:space="preserve">The items are read by the computer </w:t>
      </w:r>
    </w:p>
    <w:p w14:paraId="3D0DF8B7" w14:textId="77777777" w:rsidR="000807C8" w:rsidRDefault="000807C8" w:rsidP="000807C8"/>
    <w:p w14:paraId="5C0B57B9" w14:textId="77777777" w:rsidR="000807C8" w:rsidRDefault="000807C8" w:rsidP="000807C8">
      <w:r w:rsidRPr="002234BB">
        <w:rPr>
          <w:b/>
        </w:rPr>
        <w:t>Reading Comprehension</w:t>
      </w:r>
      <w:r>
        <w:t xml:space="preserve"> (Visual/TOSREC) – range 0-100 </w:t>
      </w:r>
    </w:p>
    <w:p w14:paraId="3A314CD8" w14:textId="53C8F568" w:rsidR="000807C8" w:rsidRDefault="000807C8" w:rsidP="000807C8">
      <w:r>
        <w:t>This subtest was in e-prime on the computer –</w:t>
      </w:r>
      <w:r w:rsidR="00804A7B">
        <w:t xml:space="preserve"> </w:t>
      </w:r>
      <w:r>
        <w:t>students read the sentences on the computer then mark yes or no as to whether the statement is true</w:t>
      </w:r>
    </w:p>
    <w:p w14:paraId="105DBEE2" w14:textId="77777777" w:rsidR="000807C8" w:rsidRDefault="000807C8" w:rsidP="000807C8">
      <w:r>
        <w:t>Example: A car has doors</w:t>
      </w:r>
    </w:p>
    <w:p w14:paraId="7770915B" w14:textId="77777777" w:rsidR="000807C8" w:rsidRDefault="000807C8" w:rsidP="000807C8">
      <w:r>
        <w:t>The student gets 4 minutes</w:t>
      </w:r>
    </w:p>
    <w:p w14:paraId="3485452C" w14:textId="77777777" w:rsidR="000807C8" w:rsidRDefault="000807C8" w:rsidP="000807C8"/>
    <w:p w14:paraId="77BB7F39" w14:textId="77777777" w:rsidR="000807C8" w:rsidRDefault="000807C8" w:rsidP="000807C8">
      <w:r w:rsidRPr="002234BB">
        <w:rPr>
          <w:b/>
        </w:rPr>
        <w:t>Exception words</w:t>
      </w:r>
      <w:r>
        <w:t xml:space="preserve"> (from the TOWRE and TOWRE2) – range 0-70</w:t>
      </w:r>
    </w:p>
    <w:p w14:paraId="6F0CB087" w14:textId="77777777" w:rsidR="000807C8" w:rsidRDefault="000807C8" w:rsidP="000807C8">
      <w:pPr>
        <w:pStyle w:val="ListParagraph"/>
        <w:numPr>
          <w:ilvl w:val="0"/>
          <w:numId w:val="2"/>
        </w:numPr>
      </w:pPr>
      <w:r>
        <w:t>Timed test and stopped at 45 seconds. Then student is asked if they can read any others</w:t>
      </w:r>
    </w:p>
    <w:p w14:paraId="54DD30F0" w14:textId="77777777" w:rsidR="000807C8" w:rsidRDefault="000807C8" w:rsidP="000807C8">
      <w:pPr>
        <w:rPr>
          <w:b/>
        </w:rPr>
      </w:pPr>
    </w:p>
    <w:p w14:paraId="44AB57CE" w14:textId="77777777" w:rsidR="000807C8" w:rsidRDefault="000807C8" w:rsidP="000807C8">
      <w:r w:rsidRPr="002234BB">
        <w:rPr>
          <w:b/>
        </w:rPr>
        <w:t>Exception nonwords</w:t>
      </w:r>
      <w:r>
        <w:t xml:space="preserve"> (from the TOWRE and TOWRE2)– range 0-75</w:t>
      </w:r>
    </w:p>
    <w:p w14:paraId="7C5453E5" w14:textId="77777777" w:rsidR="000807C8" w:rsidRPr="002234BB" w:rsidRDefault="000807C8" w:rsidP="000807C8">
      <w:pPr>
        <w:pStyle w:val="ListParagraph"/>
        <w:numPr>
          <w:ilvl w:val="0"/>
          <w:numId w:val="2"/>
        </w:numPr>
      </w:pPr>
      <w:r w:rsidRPr="002234BB">
        <w:t>Timed test and stopped at 45 seconds. Then student is asked if they can read any others</w:t>
      </w:r>
    </w:p>
    <w:p w14:paraId="4A238522" w14:textId="77777777" w:rsidR="000807C8" w:rsidRDefault="000807C8" w:rsidP="000807C8">
      <w:pPr>
        <w:rPr>
          <w:b/>
        </w:rPr>
      </w:pPr>
    </w:p>
    <w:p w14:paraId="4FB73674" w14:textId="77777777" w:rsidR="000807C8" w:rsidRDefault="000807C8" w:rsidP="000807C8">
      <w:r w:rsidRPr="002234BB">
        <w:rPr>
          <w:b/>
        </w:rPr>
        <w:t>Listening Comprehension</w:t>
      </w:r>
      <w:r>
        <w:t xml:space="preserve"> (Audio/TOSREC) – range 0-100</w:t>
      </w:r>
    </w:p>
    <w:p w14:paraId="42B0D675" w14:textId="77777777" w:rsidR="000807C8" w:rsidRDefault="000807C8" w:rsidP="000807C8">
      <w:r w:rsidRPr="0097625A">
        <w:t xml:space="preserve">This subtest was in e-prime on the computer –students </w:t>
      </w:r>
      <w:r>
        <w:t xml:space="preserve">listen to </w:t>
      </w:r>
      <w:r w:rsidRPr="0097625A">
        <w:t xml:space="preserve">the sentences on the computer then mark yes or no </w:t>
      </w:r>
      <w:r>
        <w:t>as to whether the statement is true</w:t>
      </w:r>
    </w:p>
    <w:p w14:paraId="152029F0" w14:textId="77777777" w:rsidR="000807C8" w:rsidRDefault="000807C8" w:rsidP="000807C8">
      <w:r w:rsidRPr="002234BB">
        <w:t>The student gets 4 minutes</w:t>
      </w:r>
    </w:p>
    <w:p w14:paraId="0DF59117" w14:textId="77777777" w:rsidR="000807C8" w:rsidRDefault="000807C8" w:rsidP="000807C8"/>
    <w:p w14:paraId="20CBDBFA" w14:textId="77777777" w:rsidR="000807C8" w:rsidRDefault="000807C8" w:rsidP="000807C8">
      <w:r>
        <w:rPr>
          <w:b/>
        </w:rPr>
        <w:t xml:space="preserve">Reading Comprehension </w:t>
      </w:r>
      <w:r w:rsidRPr="00F305E7">
        <w:t>TOSREC</w:t>
      </w:r>
      <w:r>
        <w:t xml:space="preserve"> – range 0-60</w:t>
      </w:r>
    </w:p>
    <w:p w14:paraId="47C2B746" w14:textId="77777777" w:rsidR="000807C8" w:rsidRDefault="000807C8" w:rsidP="000807C8">
      <w:r>
        <w:t xml:space="preserve">Paper version of the TOSREC  </w:t>
      </w:r>
    </w:p>
    <w:p w14:paraId="13FDCDC7" w14:textId="77777777" w:rsidR="000807C8" w:rsidRDefault="000807C8" w:rsidP="000807C8">
      <w:pPr>
        <w:pStyle w:val="ListParagraph"/>
        <w:numPr>
          <w:ilvl w:val="0"/>
          <w:numId w:val="2"/>
        </w:numPr>
      </w:pPr>
      <w:r>
        <w:t>Times test stopped at 4 minutes</w:t>
      </w:r>
    </w:p>
    <w:p w14:paraId="0ACBFA80" w14:textId="77777777" w:rsidR="000807C8" w:rsidRDefault="000807C8" w:rsidP="000807C8"/>
    <w:p w14:paraId="4E55C49C" w14:textId="77777777" w:rsidR="000807C8" w:rsidRDefault="000807C8" w:rsidP="000807C8">
      <w:r w:rsidRPr="002234BB">
        <w:rPr>
          <w:b/>
        </w:rPr>
        <w:t>Woodcock Johnson Oral Comprehension</w:t>
      </w:r>
      <w:r>
        <w:t xml:space="preserve"> – range 0-34</w:t>
      </w:r>
    </w:p>
    <w:p w14:paraId="4B6472C8" w14:textId="77777777" w:rsidR="000807C8" w:rsidRDefault="000807C8" w:rsidP="000807C8">
      <w:r>
        <w:t>Completion of a sentence with a word</w:t>
      </w:r>
    </w:p>
    <w:p w14:paraId="679441E3" w14:textId="77777777" w:rsidR="000807C8" w:rsidRDefault="000807C8" w:rsidP="000807C8">
      <w:r>
        <w:t>Example: People sit in….</w:t>
      </w:r>
    </w:p>
    <w:p w14:paraId="3DB09C7F" w14:textId="77777777" w:rsidR="000807C8" w:rsidRDefault="000807C8" w:rsidP="000807C8">
      <w:pPr>
        <w:pStyle w:val="ListParagraph"/>
        <w:numPr>
          <w:ilvl w:val="0"/>
          <w:numId w:val="2"/>
        </w:numPr>
      </w:pPr>
      <w:r>
        <w:t xml:space="preserve">Untimed test </w:t>
      </w:r>
    </w:p>
    <w:p w14:paraId="3B7097B8" w14:textId="77777777" w:rsidR="000807C8" w:rsidRDefault="000807C8" w:rsidP="000807C8"/>
    <w:p w14:paraId="697930AD" w14:textId="77777777" w:rsidR="000807C8" w:rsidRDefault="000807C8" w:rsidP="000807C8">
      <w:r w:rsidRPr="002234BB">
        <w:rPr>
          <w:b/>
        </w:rPr>
        <w:t>Sight Words</w:t>
      </w:r>
      <w:r>
        <w:t xml:space="preserve"> (Form A and B TOWRE-2) range 0-108 </w:t>
      </w:r>
    </w:p>
    <w:p w14:paraId="694D5DF2" w14:textId="77777777" w:rsidR="000807C8" w:rsidRDefault="000807C8" w:rsidP="000807C8">
      <w:r w:rsidRPr="006F1F5B">
        <w:rPr>
          <w:b/>
        </w:rPr>
        <w:t>-</w:t>
      </w:r>
      <w:r w:rsidRPr="006F1F5B">
        <w:rPr>
          <w:b/>
        </w:rPr>
        <w:tab/>
      </w:r>
      <w:r w:rsidRPr="006F1F5B">
        <w:t xml:space="preserve">Timed test and stopped at 45 seconds. </w:t>
      </w:r>
    </w:p>
    <w:p w14:paraId="581A0BD7" w14:textId="77777777" w:rsidR="000807C8" w:rsidRDefault="000807C8" w:rsidP="000807C8">
      <w:pPr>
        <w:rPr>
          <w:b/>
        </w:rPr>
      </w:pPr>
    </w:p>
    <w:p w14:paraId="4AACF749" w14:textId="77777777" w:rsidR="000807C8" w:rsidRDefault="000807C8" w:rsidP="000807C8">
      <w:r w:rsidRPr="002234BB">
        <w:rPr>
          <w:b/>
        </w:rPr>
        <w:t>Phonemic Decoding Efficiency</w:t>
      </w:r>
      <w:r>
        <w:t xml:space="preserve"> (FORM A and B TOWRE- 2) range 0-66</w:t>
      </w:r>
    </w:p>
    <w:p w14:paraId="689799BD" w14:textId="77777777" w:rsidR="000807C8" w:rsidRDefault="000807C8" w:rsidP="000807C8">
      <w:r w:rsidRPr="006F1F5B">
        <w:t>-</w:t>
      </w:r>
      <w:r w:rsidRPr="006F1F5B">
        <w:tab/>
        <w:t xml:space="preserve">Timed test and stopped at 45 seconds. </w:t>
      </w:r>
    </w:p>
    <w:p w14:paraId="1AF1C8EB" w14:textId="77777777" w:rsidR="000807C8" w:rsidRDefault="000807C8" w:rsidP="000807C8">
      <w:pPr>
        <w:rPr>
          <w:b/>
        </w:rPr>
      </w:pPr>
    </w:p>
    <w:p w14:paraId="48B5B05E" w14:textId="77777777" w:rsidR="000807C8" w:rsidRDefault="000807C8" w:rsidP="000807C8">
      <w:r w:rsidRPr="002234BB">
        <w:rPr>
          <w:b/>
        </w:rPr>
        <w:t>Written Expression</w:t>
      </w:r>
      <w:r>
        <w:t xml:space="preserve"> (Audio Visual/TOSREC) – range 0-100</w:t>
      </w:r>
    </w:p>
    <w:p w14:paraId="7D3BED8C" w14:textId="77777777" w:rsidR="000807C8" w:rsidRDefault="000807C8" w:rsidP="000807C8">
      <w:r w:rsidRPr="002234BB">
        <w:t xml:space="preserve">This subtest was in e-prime on the computer –students </w:t>
      </w:r>
      <w:r>
        <w:t xml:space="preserve">look at and </w:t>
      </w:r>
      <w:r w:rsidRPr="002234BB">
        <w:t xml:space="preserve">listen to the sentences on the computer then </w:t>
      </w:r>
      <w:r>
        <w:t xml:space="preserve">they have to write the sentence out and then </w:t>
      </w:r>
      <w:r w:rsidRPr="002234BB">
        <w:t>mark yes or no as to whether the statement is true</w:t>
      </w:r>
      <w:r>
        <w:t xml:space="preserve"> </w:t>
      </w:r>
    </w:p>
    <w:p w14:paraId="7F15072C" w14:textId="77777777" w:rsidR="000807C8" w:rsidRDefault="000807C8" w:rsidP="000807C8">
      <w:pPr>
        <w:pStyle w:val="ListParagraph"/>
        <w:numPr>
          <w:ilvl w:val="0"/>
          <w:numId w:val="2"/>
        </w:numPr>
      </w:pPr>
      <w:r>
        <w:t>Discontinued at 190 seconds</w:t>
      </w:r>
    </w:p>
    <w:p w14:paraId="5DD4D830" w14:textId="77777777" w:rsidR="000807C8" w:rsidRDefault="000807C8" w:rsidP="000807C8"/>
    <w:p w14:paraId="497686CC" w14:textId="77777777" w:rsidR="000807C8" w:rsidRDefault="000807C8" w:rsidP="000807C8">
      <w:r w:rsidRPr="002234BB">
        <w:rPr>
          <w:b/>
        </w:rPr>
        <w:t>Memory Span</w:t>
      </w:r>
      <w:r>
        <w:t xml:space="preserve"> A and B – range 0-12</w:t>
      </w:r>
    </w:p>
    <w:p w14:paraId="631E2662" w14:textId="77777777" w:rsidR="000807C8" w:rsidRDefault="000807C8" w:rsidP="000807C8">
      <w:pPr>
        <w:pStyle w:val="ListParagraph"/>
        <w:numPr>
          <w:ilvl w:val="0"/>
          <w:numId w:val="2"/>
        </w:numPr>
      </w:pPr>
      <w:r>
        <w:t xml:space="preserve">Untimed Test </w:t>
      </w:r>
    </w:p>
    <w:p w14:paraId="16B37B7C" w14:textId="77777777" w:rsidR="000807C8" w:rsidRDefault="000807C8" w:rsidP="000807C8"/>
    <w:p w14:paraId="1A196E8D" w14:textId="77777777" w:rsidR="000807C8" w:rsidRDefault="000807C8" w:rsidP="000807C8"/>
    <w:p w14:paraId="5CB2CCB8" w14:textId="77777777" w:rsidR="000807C8" w:rsidRDefault="000807C8" w:rsidP="000807C8"/>
    <w:p w14:paraId="5264A335" w14:textId="77777777" w:rsidR="000807C8" w:rsidRDefault="000807C8" w:rsidP="000807C8"/>
    <w:p w14:paraId="79D60576" w14:textId="77777777" w:rsidR="000807C8" w:rsidRDefault="000807C8" w:rsidP="000807C8"/>
    <w:p w14:paraId="229C7E93" w14:textId="77777777" w:rsidR="000807C8" w:rsidRDefault="000807C8" w:rsidP="000807C8"/>
    <w:p w14:paraId="68B086DF" w14:textId="77777777" w:rsidR="000807C8" w:rsidRDefault="000807C8" w:rsidP="000807C8"/>
    <w:p w14:paraId="5732FF10" w14:textId="77777777" w:rsidR="000807C8" w:rsidRDefault="000807C8" w:rsidP="000807C8"/>
    <w:p w14:paraId="5A6FF1C9" w14:textId="77777777" w:rsidR="000807C8" w:rsidRDefault="000807C8">
      <w:pPr>
        <w:rPr>
          <w:b/>
        </w:rPr>
      </w:pPr>
    </w:p>
    <w:p w14:paraId="01664557" w14:textId="2EAA63D0" w:rsidR="00314779" w:rsidRPr="00314779" w:rsidRDefault="000807C8" w:rsidP="00314779">
      <w:pPr>
        <w:rPr>
          <w:b/>
        </w:rPr>
      </w:pPr>
      <w:r>
        <w:rPr>
          <w:b/>
        </w:rPr>
        <w:br w:type="page"/>
      </w:r>
    </w:p>
    <w:p w14:paraId="4B7ED19A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>Variable Name: Sex</w:t>
      </w:r>
    </w:p>
    <w:p w14:paraId="5B3BE739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SPSS Variable Name: Gender  </w:t>
      </w:r>
    </w:p>
    <w:p w14:paraId="242258B0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>1 = Male</w:t>
      </w:r>
    </w:p>
    <w:p w14:paraId="54B12FC1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>2 = Female</w:t>
      </w:r>
    </w:p>
    <w:p w14:paraId="2C81D475" w14:textId="77777777" w:rsidR="00314779" w:rsidRPr="00314779" w:rsidRDefault="00314779" w:rsidP="00314779">
      <w:pPr>
        <w:rPr>
          <w:bCs/>
        </w:rPr>
      </w:pPr>
    </w:p>
    <w:p w14:paraId="0BC06213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>Variable Name: Ethnicity</w:t>
      </w:r>
    </w:p>
    <w:p w14:paraId="6E7F3702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>SPSS Variable Name:  ETHNICITY</w:t>
      </w:r>
    </w:p>
    <w:p w14:paraId="216E4C34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>1 = Caucasian</w:t>
      </w:r>
    </w:p>
    <w:p w14:paraId="1F6E1FC3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>2 = African American</w:t>
      </w:r>
    </w:p>
    <w:p w14:paraId="5EC55082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>3 = Hispanic</w:t>
      </w:r>
    </w:p>
    <w:p w14:paraId="52AE6ECE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>4 = Asian</w:t>
      </w:r>
    </w:p>
    <w:p w14:paraId="08DDBE0A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>5 = Other</w:t>
      </w:r>
    </w:p>
    <w:p w14:paraId="3DD03A02" w14:textId="77777777" w:rsidR="00314779" w:rsidRPr="00314779" w:rsidRDefault="00314779" w:rsidP="00314779">
      <w:pPr>
        <w:rPr>
          <w:bCs/>
        </w:rPr>
      </w:pPr>
    </w:p>
    <w:p w14:paraId="784E374A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Variable Name: CTOPP Elision Raw Score </w:t>
      </w:r>
    </w:p>
    <w:p w14:paraId="6BAC068B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>SPSS Variable Name:  EIRS_YEAR</w:t>
      </w:r>
    </w:p>
    <w:p w14:paraId="4183FBA8" w14:textId="77777777" w:rsidR="00314779" w:rsidRPr="00314779" w:rsidRDefault="00314779" w:rsidP="00314779">
      <w:pPr>
        <w:rPr>
          <w:bCs/>
        </w:rPr>
      </w:pPr>
    </w:p>
    <w:p w14:paraId="7F5A2AED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Variable Name: CTOPP Elision Standard Score </w:t>
      </w:r>
    </w:p>
    <w:p w14:paraId="412DD091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SPSS Variable Name: EISS_YEAR </w:t>
      </w:r>
    </w:p>
    <w:p w14:paraId="15A717EE" w14:textId="77777777" w:rsidR="00314779" w:rsidRPr="00314779" w:rsidRDefault="00314779" w:rsidP="00314779">
      <w:pPr>
        <w:rPr>
          <w:bCs/>
        </w:rPr>
      </w:pPr>
    </w:p>
    <w:p w14:paraId="464DC35A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>Variable Name: CTOPP Blending Raw Score</w:t>
      </w:r>
    </w:p>
    <w:p w14:paraId="304C2EE2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>SPSS Variable Name:  BIRS_YEAR</w:t>
      </w:r>
      <w:r w:rsidRPr="00314779">
        <w:rPr>
          <w:bCs/>
        </w:rPr>
        <w:tab/>
      </w:r>
    </w:p>
    <w:p w14:paraId="75AF701C" w14:textId="77777777" w:rsidR="00314779" w:rsidRPr="00314779" w:rsidRDefault="00314779" w:rsidP="00314779">
      <w:pPr>
        <w:rPr>
          <w:bCs/>
        </w:rPr>
      </w:pPr>
    </w:p>
    <w:p w14:paraId="666CE478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Variable Name: CTOPP Blending Standard Score </w:t>
      </w:r>
    </w:p>
    <w:p w14:paraId="7A85CAFF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SPSS Variable Name:  BISS_YEAR </w:t>
      </w:r>
    </w:p>
    <w:p w14:paraId="79C99F0E" w14:textId="77777777" w:rsidR="00314779" w:rsidRPr="00314779" w:rsidRDefault="00314779" w:rsidP="00314779">
      <w:pPr>
        <w:rPr>
          <w:bCs/>
        </w:rPr>
      </w:pPr>
    </w:p>
    <w:p w14:paraId="46E7D731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Variable Name: List 4 Attempted – Visual  </w:t>
      </w:r>
    </w:p>
    <w:p w14:paraId="47375D6C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>SPSS Variable Name:  L4Att_Year</w:t>
      </w:r>
    </w:p>
    <w:p w14:paraId="73CD7525" w14:textId="77777777" w:rsidR="00314779" w:rsidRPr="00314779" w:rsidRDefault="00314779" w:rsidP="00314779">
      <w:pPr>
        <w:rPr>
          <w:bCs/>
        </w:rPr>
      </w:pPr>
    </w:p>
    <w:p w14:paraId="2C140839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>Variable Name: List 4 Correct Visual</w:t>
      </w:r>
    </w:p>
    <w:p w14:paraId="178C4F3F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>SPSS Variable Name:  L4Corr_Year</w:t>
      </w:r>
    </w:p>
    <w:p w14:paraId="7CC8E3DF" w14:textId="77777777" w:rsidR="00314779" w:rsidRPr="00314779" w:rsidRDefault="00314779" w:rsidP="00314779">
      <w:pPr>
        <w:rPr>
          <w:bCs/>
        </w:rPr>
      </w:pPr>
    </w:p>
    <w:p w14:paraId="41DAE6DC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>Variable Name: List 4 Raw Score</w:t>
      </w:r>
    </w:p>
    <w:p w14:paraId="05D761B7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>SPSS Variable Name:  L4RS_Year</w:t>
      </w:r>
    </w:p>
    <w:p w14:paraId="32CC4A26" w14:textId="77777777" w:rsidR="00314779" w:rsidRPr="00314779" w:rsidRDefault="00314779" w:rsidP="00314779">
      <w:pPr>
        <w:rPr>
          <w:bCs/>
        </w:rPr>
      </w:pPr>
    </w:p>
    <w:p w14:paraId="62457523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>Variable Name: List 5 Attempted</w:t>
      </w:r>
    </w:p>
    <w:p w14:paraId="1DAB97AF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SPSS Variable Name:  L5Att_Year </w:t>
      </w:r>
    </w:p>
    <w:p w14:paraId="5AE6D17D" w14:textId="77777777" w:rsidR="00314779" w:rsidRPr="00314779" w:rsidRDefault="00314779" w:rsidP="00314779">
      <w:pPr>
        <w:rPr>
          <w:bCs/>
        </w:rPr>
      </w:pPr>
    </w:p>
    <w:p w14:paraId="63FF9C19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Variable Name: List 5 Correct </w:t>
      </w:r>
    </w:p>
    <w:p w14:paraId="6014564E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>SPSS Variable Name:  L5Corr_Year</w:t>
      </w:r>
    </w:p>
    <w:p w14:paraId="073FC568" w14:textId="77777777" w:rsidR="00314779" w:rsidRPr="00314779" w:rsidRDefault="00314779" w:rsidP="00314779">
      <w:pPr>
        <w:rPr>
          <w:bCs/>
        </w:rPr>
      </w:pPr>
    </w:p>
    <w:p w14:paraId="3484DCCE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Variable Name: List 5 Incorrect </w:t>
      </w:r>
    </w:p>
    <w:p w14:paraId="6817A340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SPSS Variable Name:  L5Inc_Year  </w:t>
      </w:r>
    </w:p>
    <w:p w14:paraId="6DDEB4F9" w14:textId="77777777" w:rsidR="00314779" w:rsidRPr="00314779" w:rsidRDefault="00314779" w:rsidP="00314779">
      <w:pPr>
        <w:rPr>
          <w:bCs/>
        </w:rPr>
      </w:pPr>
    </w:p>
    <w:p w14:paraId="13D1B5C9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Variable Name: List 5 Raw Score </w:t>
      </w:r>
    </w:p>
    <w:p w14:paraId="6F37A746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>SPSS Variable Name:  L5RS_Year</w:t>
      </w:r>
    </w:p>
    <w:p w14:paraId="45191EAB" w14:textId="77777777" w:rsidR="00314779" w:rsidRPr="00314779" w:rsidRDefault="00314779" w:rsidP="00314779">
      <w:pPr>
        <w:rPr>
          <w:bCs/>
        </w:rPr>
      </w:pPr>
    </w:p>
    <w:p w14:paraId="6FBA51DF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>Variable Name: Number of Exception Real Words Correct in 45 Seconds</w:t>
      </w:r>
    </w:p>
    <w:p w14:paraId="59E3CA5A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SPSS Variable Name:  Ex45Corr_Year </w:t>
      </w:r>
    </w:p>
    <w:p w14:paraId="5C474AF1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>Variable Name: Number Incorrect Exception Real Words 45 Seconds</w:t>
      </w:r>
    </w:p>
    <w:p w14:paraId="3612F1BE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SPSS Variable Name:  </w:t>
      </w:r>
      <w:proofErr w:type="spellStart"/>
      <w:r w:rsidRPr="00314779">
        <w:rPr>
          <w:bCs/>
        </w:rPr>
        <w:t>ExInc_Year</w:t>
      </w:r>
      <w:proofErr w:type="spellEnd"/>
    </w:p>
    <w:p w14:paraId="0FD0D8F9" w14:textId="77777777" w:rsidR="00314779" w:rsidRPr="00314779" w:rsidRDefault="00314779" w:rsidP="00314779">
      <w:pPr>
        <w:rPr>
          <w:bCs/>
        </w:rPr>
      </w:pPr>
    </w:p>
    <w:p w14:paraId="5A207EDB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Variable Name: Raw Score Exception Real Words </w:t>
      </w:r>
      <w:proofErr w:type="gramStart"/>
      <w:r w:rsidRPr="00314779">
        <w:rPr>
          <w:bCs/>
        </w:rPr>
        <w:t>during</w:t>
      </w:r>
      <w:proofErr w:type="gramEnd"/>
      <w:r w:rsidRPr="00314779">
        <w:rPr>
          <w:bCs/>
        </w:rPr>
        <w:t xml:space="preserve"> 45 seconds</w:t>
      </w:r>
    </w:p>
    <w:p w14:paraId="2BAF6C74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SPSS Variable Name:  </w:t>
      </w:r>
      <w:proofErr w:type="spellStart"/>
      <w:r w:rsidRPr="00314779">
        <w:rPr>
          <w:bCs/>
        </w:rPr>
        <w:t>ExRS_Year</w:t>
      </w:r>
      <w:proofErr w:type="spellEnd"/>
      <w:r w:rsidRPr="00314779">
        <w:rPr>
          <w:bCs/>
        </w:rPr>
        <w:t xml:space="preserve"> </w:t>
      </w:r>
    </w:p>
    <w:p w14:paraId="03E07044" w14:textId="77777777" w:rsidR="00314779" w:rsidRPr="00314779" w:rsidRDefault="00314779" w:rsidP="00314779">
      <w:pPr>
        <w:rPr>
          <w:bCs/>
        </w:rPr>
      </w:pPr>
    </w:p>
    <w:p w14:paraId="543F972D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>Variable Name: Number Correct Real Words after 45 seconds</w:t>
      </w:r>
    </w:p>
    <w:p w14:paraId="26977536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SPSS Variable Name:  Exgt45Corr_Year </w:t>
      </w:r>
    </w:p>
    <w:p w14:paraId="1B78669F" w14:textId="77777777" w:rsidR="00314779" w:rsidRPr="00314779" w:rsidRDefault="00314779" w:rsidP="00314779">
      <w:pPr>
        <w:rPr>
          <w:bCs/>
        </w:rPr>
      </w:pPr>
    </w:p>
    <w:p w14:paraId="7505989B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>Variable Name: Number of real words incorrect after 45 seconds</w:t>
      </w:r>
    </w:p>
    <w:p w14:paraId="72BC7102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SPSS Variable Name:  </w:t>
      </w:r>
      <w:proofErr w:type="spellStart"/>
      <w:r w:rsidRPr="00314779">
        <w:rPr>
          <w:bCs/>
        </w:rPr>
        <w:t>Exinc_Year_A</w:t>
      </w:r>
      <w:proofErr w:type="spellEnd"/>
    </w:p>
    <w:p w14:paraId="42485FEC" w14:textId="77777777" w:rsidR="00314779" w:rsidRPr="00314779" w:rsidRDefault="00314779" w:rsidP="00314779">
      <w:pPr>
        <w:rPr>
          <w:bCs/>
        </w:rPr>
      </w:pPr>
    </w:p>
    <w:p w14:paraId="6D94C6DC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>Variable Name: Raw Score real words after 45 seconds</w:t>
      </w:r>
    </w:p>
    <w:p w14:paraId="7F9DD5DC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SPSS Variable Name:  </w:t>
      </w:r>
      <w:proofErr w:type="spellStart"/>
      <w:r w:rsidRPr="00314779">
        <w:rPr>
          <w:bCs/>
        </w:rPr>
        <w:t>ExRS_Year_A</w:t>
      </w:r>
      <w:proofErr w:type="spellEnd"/>
      <w:r w:rsidRPr="00314779">
        <w:rPr>
          <w:bCs/>
        </w:rPr>
        <w:t xml:space="preserve"> </w:t>
      </w:r>
    </w:p>
    <w:p w14:paraId="65226782" w14:textId="77777777" w:rsidR="00314779" w:rsidRPr="00314779" w:rsidRDefault="00314779" w:rsidP="00314779">
      <w:pPr>
        <w:rPr>
          <w:bCs/>
        </w:rPr>
      </w:pPr>
    </w:p>
    <w:p w14:paraId="73E9D98A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>Variable Name: Number of correct nonwords in 45 seconds</w:t>
      </w:r>
    </w:p>
    <w:p w14:paraId="6D4B71E0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SPSS Variable Name: ExNon45Corr_Year  </w:t>
      </w:r>
    </w:p>
    <w:p w14:paraId="025C8A33" w14:textId="77777777" w:rsidR="00314779" w:rsidRPr="00314779" w:rsidRDefault="00314779" w:rsidP="00314779">
      <w:pPr>
        <w:rPr>
          <w:bCs/>
        </w:rPr>
      </w:pPr>
    </w:p>
    <w:p w14:paraId="332E88B1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Variable Name: Nonwords incorrect </w:t>
      </w:r>
      <w:proofErr w:type="gramStart"/>
      <w:r w:rsidRPr="00314779">
        <w:rPr>
          <w:bCs/>
        </w:rPr>
        <w:t>during</w:t>
      </w:r>
      <w:proofErr w:type="gramEnd"/>
      <w:r w:rsidRPr="00314779">
        <w:rPr>
          <w:bCs/>
        </w:rPr>
        <w:t xml:space="preserve"> 45 seconds</w:t>
      </w:r>
    </w:p>
    <w:p w14:paraId="1B3EB0B1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SPSS Variable Name:  </w:t>
      </w:r>
      <w:proofErr w:type="spellStart"/>
      <w:r w:rsidRPr="00314779">
        <w:rPr>
          <w:bCs/>
        </w:rPr>
        <w:t>ExNonInc_Year</w:t>
      </w:r>
      <w:proofErr w:type="spellEnd"/>
      <w:r w:rsidRPr="00314779">
        <w:rPr>
          <w:bCs/>
        </w:rPr>
        <w:t xml:space="preserve"> </w:t>
      </w:r>
    </w:p>
    <w:p w14:paraId="4F0D3E3B" w14:textId="77777777" w:rsidR="00314779" w:rsidRPr="00314779" w:rsidRDefault="00314779" w:rsidP="00314779">
      <w:pPr>
        <w:rPr>
          <w:bCs/>
        </w:rPr>
      </w:pPr>
    </w:p>
    <w:p w14:paraId="4A1945A9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>Variable Name: Raw Score for nonwords within 45 seconds</w:t>
      </w:r>
    </w:p>
    <w:p w14:paraId="46923145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SPSS Variable Name: </w:t>
      </w:r>
      <w:proofErr w:type="spellStart"/>
      <w:r w:rsidRPr="00314779">
        <w:rPr>
          <w:bCs/>
        </w:rPr>
        <w:t>ExNonRS_year</w:t>
      </w:r>
      <w:proofErr w:type="spellEnd"/>
      <w:r w:rsidRPr="00314779">
        <w:rPr>
          <w:bCs/>
        </w:rPr>
        <w:t xml:space="preserve">  </w:t>
      </w:r>
    </w:p>
    <w:p w14:paraId="71790BD7" w14:textId="77777777" w:rsidR="00314779" w:rsidRPr="00314779" w:rsidRDefault="00314779" w:rsidP="00314779">
      <w:pPr>
        <w:rPr>
          <w:bCs/>
        </w:rPr>
      </w:pPr>
    </w:p>
    <w:p w14:paraId="4BC826E6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Variable Name: Correct nonwords after time </w:t>
      </w:r>
    </w:p>
    <w:p w14:paraId="58891FB1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SPSS Variable Name: ExNongt45Corr_Year </w:t>
      </w:r>
    </w:p>
    <w:p w14:paraId="1F91B6D9" w14:textId="77777777" w:rsidR="00314779" w:rsidRPr="00314779" w:rsidRDefault="00314779" w:rsidP="00314779">
      <w:pPr>
        <w:rPr>
          <w:bCs/>
        </w:rPr>
      </w:pPr>
    </w:p>
    <w:p w14:paraId="34206BBD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>Variable Name: Incorrect nonwords after time</w:t>
      </w:r>
    </w:p>
    <w:p w14:paraId="5AD20162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SPSS Variable Name:  </w:t>
      </w:r>
      <w:proofErr w:type="spellStart"/>
      <w:r w:rsidRPr="00314779">
        <w:rPr>
          <w:bCs/>
        </w:rPr>
        <w:t>ExNonInc_Year_A</w:t>
      </w:r>
      <w:proofErr w:type="spellEnd"/>
    </w:p>
    <w:p w14:paraId="458BF0A1" w14:textId="77777777" w:rsidR="00314779" w:rsidRPr="00314779" w:rsidRDefault="00314779" w:rsidP="00314779">
      <w:pPr>
        <w:rPr>
          <w:bCs/>
        </w:rPr>
      </w:pPr>
    </w:p>
    <w:p w14:paraId="249B3D23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>Variable Name: Raw score nonwords after time</w:t>
      </w:r>
    </w:p>
    <w:p w14:paraId="728529B9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SPSS Variable Name:  </w:t>
      </w:r>
      <w:proofErr w:type="spellStart"/>
      <w:r w:rsidRPr="00314779">
        <w:rPr>
          <w:bCs/>
        </w:rPr>
        <w:t>ExNonRS_Year_A</w:t>
      </w:r>
      <w:proofErr w:type="spellEnd"/>
    </w:p>
    <w:p w14:paraId="799E9F61" w14:textId="77777777" w:rsidR="00314779" w:rsidRPr="00314779" w:rsidRDefault="00314779" w:rsidP="00314779">
      <w:pPr>
        <w:rPr>
          <w:bCs/>
        </w:rPr>
      </w:pPr>
    </w:p>
    <w:p w14:paraId="55555222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Variable Name: List 2 Attempted Audio </w:t>
      </w:r>
    </w:p>
    <w:p w14:paraId="453CD2F8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>SPSS Variable Name:  L2Att_Year</w:t>
      </w:r>
    </w:p>
    <w:p w14:paraId="5AA13B1B" w14:textId="77777777" w:rsidR="00314779" w:rsidRPr="00314779" w:rsidRDefault="00314779" w:rsidP="00314779">
      <w:pPr>
        <w:rPr>
          <w:bCs/>
        </w:rPr>
      </w:pPr>
    </w:p>
    <w:p w14:paraId="76656E32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>Variable Name: List 2 Correct Audio</w:t>
      </w:r>
    </w:p>
    <w:p w14:paraId="2C4169E1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>SPSS Variable Name:  L2Corr_Year</w:t>
      </w:r>
    </w:p>
    <w:p w14:paraId="64879E00" w14:textId="77777777" w:rsidR="00314779" w:rsidRPr="00314779" w:rsidRDefault="00314779" w:rsidP="00314779">
      <w:pPr>
        <w:rPr>
          <w:bCs/>
        </w:rPr>
      </w:pPr>
    </w:p>
    <w:p w14:paraId="41C547DB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>Variable Name: List 2 Incorrect Audio</w:t>
      </w:r>
    </w:p>
    <w:p w14:paraId="48627EF0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>SPSS Variable Name:  L2Inc_Year</w:t>
      </w:r>
    </w:p>
    <w:p w14:paraId="05ACA9FD" w14:textId="77777777" w:rsidR="00314779" w:rsidRPr="00314779" w:rsidRDefault="00314779" w:rsidP="00314779">
      <w:pPr>
        <w:rPr>
          <w:bCs/>
        </w:rPr>
      </w:pPr>
    </w:p>
    <w:p w14:paraId="4C01F87F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>Variable Name: List 2 Raw Score Audio</w:t>
      </w:r>
    </w:p>
    <w:p w14:paraId="02A6F2B6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SPSS Variable Name:  L2RS_2013 </w:t>
      </w:r>
    </w:p>
    <w:p w14:paraId="59B9EA09" w14:textId="77777777" w:rsidR="00314779" w:rsidRPr="00314779" w:rsidRDefault="00314779" w:rsidP="00314779">
      <w:pPr>
        <w:rPr>
          <w:bCs/>
        </w:rPr>
      </w:pPr>
    </w:p>
    <w:p w14:paraId="4C5444C5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>Variable Name: List 3 Attempted Audio</w:t>
      </w:r>
    </w:p>
    <w:p w14:paraId="57DF20D1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>SPSS Variable Name:  L3Att_Year</w:t>
      </w:r>
    </w:p>
    <w:p w14:paraId="25FAD74E" w14:textId="77777777" w:rsidR="00314779" w:rsidRPr="00314779" w:rsidRDefault="00314779" w:rsidP="00314779">
      <w:pPr>
        <w:rPr>
          <w:bCs/>
        </w:rPr>
      </w:pPr>
    </w:p>
    <w:p w14:paraId="23229BF6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Variable Name: List 3 Correct Audio </w:t>
      </w:r>
    </w:p>
    <w:p w14:paraId="01C5F0EE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SPSS Variable Name:  L3Corr_Year </w:t>
      </w:r>
    </w:p>
    <w:p w14:paraId="21B895A8" w14:textId="77777777" w:rsidR="00314779" w:rsidRPr="00314779" w:rsidRDefault="00314779" w:rsidP="00314779">
      <w:pPr>
        <w:rPr>
          <w:bCs/>
        </w:rPr>
      </w:pPr>
    </w:p>
    <w:p w14:paraId="4152148B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>Variable Name: List 3 Incorrect Audio</w:t>
      </w:r>
    </w:p>
    <w:p w14:paraId="04EAE00E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SPSS Variable Name:  L3Inc_Year </w:t>
      </w:r>
    </w:p>
    <w:p w14:paraId="41A23E78" w14:textId="77777777" w:rsidR="00314779" w:rsidRPr="00314779" w:rsidRDefault="00314779" w:rsidP="00314779">
      <w:pPr>
        <w:rPr>
          <w:bCs/>
        </w:rPr>
      </w:pPr>
    </w:p>
    <w:p w14:paraId="08436314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Variable Name: List 3 Raw Score Audio </w:t>
      </w:r>
    </w:p>
    <w:p w14:paraId="1C3CB5CF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SPSS Variable Name:  L3RS_Year </w:t>
      </w:r>
    </w:p>
    <w:p w14:paraId="60177ADF" w14:textId="77777777" w:rsidR="00314779" w:rsidRPr="00314779" w:rsidRDefault="00314779" w:rsidP="00314779">
      <w:pPr>
        <w:rPr>
          <w:bCs/>
        </w:rPr>
      </w:pPr>
    </w:p>
    <w:p w14:paraId="7FD1B172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>Variable Name: Number Correct TOSREC</w:t>
      </w:r>
    </w:p>
    <w:p w14:paraId="2A916CF5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SPSS Variable Name:  </w:t>
      </w:r>
      <w:proofErr w:type="spellStart"/>
      <w:r w:rsidRPr="00314779">
        <w:rPr>
          <w:bCs/>
        </w:rPr>
        <w:t>TOSRCorr_Year</w:t>
      </w:r>
      <w:proofErr w:type="spellEnd"/>
    </w:p>
    <w:p w14:paraId="280DC74D" w14:textId="77777777" w:rsidR="00314779" w:rsidRPr="00314779" w:rsidRDefault="00314779" w:rsidP="00314779">
      <w:pPr>
        <w:rPr>
          <w:bCs/>
        </w:rPr>
      </w:pPr>
    </w:p>
    <w:p w14:paraId="33A395B6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>Variable Name: Number Incorrect TOSREC</w:t>
      </w:r>
    </w:p>
    <w:p w14:paraId="25B33E8F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SPSS Variable Name:  </w:t>
      </w:r>
      <w:proofErr w:type="spellStart"/>
      <w:r w:rsidRPr="00314779">
        <w:rPr>
          <w:bCs/>
        </w:rPr>
        <w:t>TOSRInc_Year</w:t>
      </w:r>
      <w:proofErr w:type="spellEnd"/>
    </w:p>
    <w:p w14:paraId="6873CCD0" w14:textId="77777777" w:rsidR="00314779" w:rsidRPr="00314779" w:rsidRDefault="00314779" w:rsidP="00314779">
      <w:pPr>
        <w:rPr>
          <w:bCs/>
        </w:rPr>
      </w:pPr>
    </w:p>
    <w:p w14:paraId="3D8531BD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>Variable Name: Raw Score TOSREC</w:t>
      </w:r>
    </w:p>
    <w:p w14:paraId="39D1E1E6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SPSS Variable Name:  </w:t>
      </w:r>
      <w:proofErr w:type="spellStart"/>
      <w:r w:rsidRPr="00314779">
        <w:rPr>
          <w:bCs/>
        </w:rPr>
        <w:t>TOSRRS_Year</w:t>
      </w:r>
      <w:proofErr w:type="spellEnd"/>
    </w:p>
    <w:p w14:paraId="43D3FDE9" w14:textId="77777777" w:rsidR="00314779" w:rsidRPr="00314779" w:rsidRDefault="00314779" w:rsidP="00314779">
      <w:pPr>
        <w:rPr>
          <w:bCs/>
        </w:rPr>
      </w:pPr>
    </w:p>
    <w:p w14:paraId="36C0A6D1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Variable Name: TOSREC Index Score </w:t>
      </w:r>
    </w:p>
    <w:p w14:paraId="17CC6B3B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SPSS Variable Name:  </w:t>
      </w:r>
      <w:proofErr w:type="spellStart"/>
      <w:r w:rsidRPr="00314779">
        <w:rPr>
          <w:bCs/>
        </w:rPr>
        <w:t>TOSRSS_Year</w:t>
      </w:r>
      <w:proofErr w:type="spellEnd"/>
    </w:p>
    <w:p w14:paraId="183A7EF8" w14:textId="77777777" w:rsidR="00314779" w:rsidRPr="00314779" w:rsidRDefault="00314779" w:rsidP="00314779">
      <w:pPr>
        <w:rPr>
          <w:bCs/>
        </w:rPr>
      </w:pPr>
    </w:p>
    <w:p w14:paraId="17259CFB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Variable Name: Raw Score Oral Comprehension WJ </w:t>
      </w:r>
    </w:p>
    <w:p w14:paraId="1903F518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SPSS Variable Name:  </w:t>
      </w:r>
      <w:proofErr w:type="spellStart"/>
      <w:r w:rsidRPr="00314779">
        <w:rPr>
          <w:bCs/>
        </w:rPr>
        <w:t>WJRS_Year</w:t>
      </w:r>
      <w:proofErr w:type="spellEnd"/>
    </w:p>
    <w:p w14:paraId="47DE5E21" w14:textId="77777777" w:rsidR="00314779" w:rsidRPr="00314779" w:rsidRDefault="00314779" w:rsidP="00314779">
      <w:pPr>
        <w:rPr>
          <w:bCs/>
        </w:rPr>
      </w:pPr>
    </w:p>
    <w:p w14:paraId="38CDEB9C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>Variable Name: Standard Score Oral Comprehension WJ</w:t>
      </w:r>
    </w:p>
    <w:p w14:paraId="4ED48E6C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SPSS Variable Name:  </w:t>
      </w:r>
      <w:proofErr w:type="spellStart"/>
      <w:r w:rsidRPr="00314779">
        <w:rPr>
          <w:bCs/>
        </w:rPr>
        <w:t>WJSS_Year</w:t>
      </w:r>
      <w:proofErr w:type="spellEnd"/>
    </w:p>
    <w:p w14:paraId="4B689B67" w14:textId="77777777" w:rsidR="00314779" w:rsidRPr="00314779" w:rsidRDefault="00314779" w:rsidP="00314779">
      <w:pPr>
        <w:rPr>
          <w:bCs/>
        </w:rPr>
      </w:pPr>
    </w:p>
    <w:p w14:paraId="071E93EA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>Variable Name: W Score Oral Comprehension WJ</w:t>
      </w:r>
    </w:p>
    <w:p w14:paraId="3B1D3526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SPSS Variable Name:  </w:t>
      </w:r>
      <w:proofErr w:type="spellStart"/>
      <w:r w:rsidRPr="00314779">
        <w:rPr>
          <w:bCs/>
        </w:rPr>
        <w:t>WJW_Year</w:t>
      </w:r>
      <w:proofErr w:type="spellEnd"/>
    </w:p>
    <w:p w14:paraId="6A8CD509" w14:textId="77777777" w:rsidR="00314779" w:rsidRPr="00314779" w:rsidRDefault="00314779" w:rsidP="00314779">
      <w:pPr>
        <w:rPr>
          <w:bCs/>
        </w:rPr>
      </w:pPr>
    </w:p>
    <w:p w14:paraId="37D59921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Variable Name: Number correct TOWRE Sight Words List A </w:t>
      </w:r>
    </w:p>
    <w:p w14:paraId="18605F2E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SPSS Variable Name:  </w:t>
      </w:r>
      <w:proofErr w:type="spellStart"/>
      <w:r w:rsidRPr="00314779">
        <w:rPr>
          <w:bCs/>
        </w:rPr>
        <w:t>TOWACorr_Year</w:t>
      </w:r>
      <w:proofErr w:type="spellEnd"/>
      <w:r w:rsidRPr="00314779">
        <w:rPr>
          <w:bCs/>
        </w:rPr>
        <w:t xml:space="preserve"> </w:t>
      </w:r>
    </w:p>
    <w:p w14:paraId="44303988" w14:textId="77777777" w:rsidR="00314779" w:rsidRPr="00314779" w:rsidRDefault="00314779" w:rsidP="00314779">
      <w:pPr>
        <w:rPr>
          <w:bCs/>
        </w:rPr>
      </w:pPr>
    </w:p>
    <w:p w14:paraId="091BFDBC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>Variable Name: Number Incorrect TOWRE A Sight words</w:t>
      </w:r>
    </w:p>
    <w:p w14:paraId="11E1DB48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SPSS Variable Name:  </w:t>
      </w:r>
      <w:proofErr w:type="spellStart"/>
      <w:r w:rsidRPr="00314779">
        <w:rPr>
          <w:bCs/>
        </w:rPr>
        <w:t>TOWAInc_Year</w:t>
      </w:r>
      <w:proofErr w:type="spellEnd"/>
    </w:p>
    <w:p w14:paraId="20A625A9" w14:textId="77777777" w:rsidR="00314779" w:rsidRPr="00314779" w:rsidRDefault="00314779" w:rsidP="00314779">
      <w:pPr>
        <w:rPr>
          <w:bCs/>
        </w:rPr>
      </w:pPr>
    </w:p>
    <w:p w14:paraId="20FF8955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Variable Name: Raw score TOWRE sight words A </w:t>
      </w:r>
    </w:p>
    <w:p w14:paraId="0644398E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SPSS Variable Name:  </w:t>
      </w:r>
      <w:proofErr w:type="spellStart"/>
      <w:r w:rsidRPr="00314779">
        <w:rPr>
          <w:bCs/>
        </w:rPr>
        <w:t>AgeRS_Year</w:t>
      </w:r>
      <w:proofErr w:type="spellEnd"/>
      <w:r w:rsidRPr="00314779">
        <w:rPr>
          <w:bCs/>
        </w:rPr>
        <w:t xml:space="preserve"> </w:t>
      </w:r>
    </w:p>
    <w:p w14:paraId="0260AE7E" w14:textId="77777777" w:rsidR="00314779" w:rsidRPr="00314779" w:rsidRDefault="00314779" w:rsidP="00314779">
      <w:pPr>
        <w:rPr>
          <w:bCs/>
        </w:rPr>
      </w:pPr>
    </w:p>
    <w:p w14:paraId="5212CA33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Variable Name: TOWRE A Standard Score Age Based </w:t>
      </w:r>
    </w:p>
    <w:p w14:paraId="35E3E9BC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SPSS Variable Name: </w:t>
      </w:r>
      <w:proofErr w:type="spellStart"/>
      <w:r w:rsidRPr="00314779">
        <w:rPr>
          <w:bCs/>
        </w:rPr>
        <w:t>AgeSS_Year</w:t>
      </w:r>
      <w:proofErr w:type="spellEnd"/>
    </w:p>
    <w:p w14:paraId="038AAEA9" w14:textId="77777777" w:rsidR="00314779" w:rsidRPr="00314779" w:rsidRDefault="00314779" w:rsidP="00314779">
      <w:pPr>
        <w:rPr>
          <w:bCs/>
        </w:rPr>
      </w:pPr>
    </w:p>
    <w:p w14:paraId="7A5B494E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>Variable Name: Raw Score TOWRE A Grade based</w:t>
      </w:r>
    </w:p>
    <w:p w14:paraId="1B183338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SPSS Variable Name:  </w:t>
      </w:r>
      <w:proofErr w:type="spellStart"/>
      <w:r w:rsidRPr="00314779">
        <w:rPr>
          <w:bCs/>
        </w:rPr>
        <w:t>GradeRS_Year</w:t>
      </w:r>
      <w:proofErr w:type="spellEnd"/>
    </w:p>
    <w:p w14:paraId="0A71A4D1" w14:textId="77777777" w:rsidR="00314779" w:rsidRPr="00314779" w:rsidRDefault="00314779" w:rsidP="00314779">
      <w:pPr>
        <w:rPr>
          <w:bCs/>
        </w:rPr>
      </w:pPr>
    </w:p>
    <w:p w14:paraId="44CCA59D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>Variable Name: TOWRE A Sight words grade based standard score</w:t>
      </w:r>
      <w:r w:rsidRPr="00314779">
        <w:rPr>
          <w:bCs/>
        </w:rPr>
        <w:tab/>
      </w:r>
    </w:p>
    <w:p w14:paraId="79FA6102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SPSS Variable Name:  </w:t>
      </w:r>
      <w:proofErr w:type="spellStart"/>
      <w:r w:rsidRPr="00314779">
        <w:rPr>
          <w:bCs/>
        </w:rPr>
        <w:t>GradeSS_Year</w:t>
      </w:r>
      <w:proofErr w:type="spellEnd"/>
    </w:p>
    <w:p w14:paraId="156875ED" w14:textId="77777777" w:rsidR="00314779" w:rsidRPr="00314779" w:rsidRDefault="00314779" w:rsidP="00314779">
      <w:pPr>
        <w:rPr>
          <w:bCs/>
        </w:rPr>
      </w:pPr>
    </w:p>
    <w:p w14:paraId="6380C3A9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Variable Name: Correct TOWRE B Sight Words </w:t>
      </w:r>
    </w:p>
    <w:p w14:paraId="5DDF1DEF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SPSS Variable Name:  </w:t>
      </w:r>
      <w:proofErr w:type="spellStart"/>
      <w:r w:rsidRPr="00314779">
        <w:rPr>
          <w:bCs/>
        </w:rPr>
        <w:t>TOWBCorr_Year</w:t>
      </w:r>
      <w:proofErr w:type="spellEnd"/>
      <w:r w:rsidRPr="00314779">
        <w:rPr>
          <w:bCs/>
        </w:rPr>
        <w:t xml:space="preserve"> </w:t>
      </w:r>
    </w:p>
    <w:p w14:paraId="538C371C" w14:textId="77777777" w:rsidR="00314779" w:rsidRPr="00314779" w:rsidRDefault="00314779" w:rsidP="00314779">
      <w:pPr>
        <w:rPr>
          <w:bCs/>
        </w:rPr>
      </w:pPr>
    </w:p>
    <w:p w14:paraId="452B0C7B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>Variable Name: Incorrect TOWRE B Sight Words</w:t>
      </w:r>
    </w:p>
    <w:p w14:paraId="1F8AA653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SPSS Variable Name:  </w:t>
      </w:r>
      <w:proofErr w:type="spellStart"/>
      <w:r w:rsidRPr="00314779">
        <w:rPr>
          <w:bCs/>
        </w:rPr>
        <w:t>TOWBInc_Year</w:t>
      </w:r>
      <w:proofErr w:type="spellEnd"/>
      <w:r w:rsidRPr="00314779">
        <w:rPr>
          <w:bCs/>
        </w:rPr>
        <w:t xml:space="preserve"> </w:t>
      </w:r>
    </w:p>
    <w:p w14:paraId="251B7740" w14:textId="77777777" w:rsidR="00314779" w:rsidRPr="00314779" w:rsidRDefault="00314779" w:rsidP="00314779">
      <w:pPr>
        <w:rPr>
          <w:bCs/>
        </w:rPr>
      </w:pPr>
    </w:p>
    <w:p w14:paraId="29BA9576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Variable Name: Raw Score TOWRE Sight Words B Age based </w:t>
      </w:r>
    </w:p>
    <w:p w14:paraId="7604A715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SPSS Variable Name:  </w:t>
      </w:r>
      <w:proofErr w:type="spellStart"/>
      <w:r w:rsidRPr="00314779">
        <w:rPr>
          <w:bCs/>
        </w:rPr>
        <w:t>AgeRS_Year_B</w:t>
      </w:r>
      <w:proofErr w:type="spellEnd"/>
    </w:p>
    <w:p w14:paraId="2B8ABAF4" w14:textId="77777777" w:rsidR="00314779" w:rsidRPr="00314779" w:rsidRDefault="00314779" w:rsidP="00314779">
      <w:pPr>
        <w:rPr>
          <w:bCs/>
        </w:rPr>
      </w:pPr>
    </w:p>
    <w:p w14:paraId="0432F2E5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>Variable Name: Sight words standard score TOWRE B Age based</w:t>
      </w:r>
    </w:p>
    <w:p w14:paraId="319CDCE9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SPSS Variable Name:  </w:t>
      </w:r>
      <w:proofErr w:type="spellStart"/>
      <w:r w:rsidRPr="00314779">
        <w:rPr>
          <w:bCs/>
        </w:rPr>
        <w:t>AgeSS_Year_B</w:t>
      </w:r>
      <w:proofErr w:type="spellEnd"/>
    </w:p>
    <w:p w14:paraId="69D3A671" w14:textId="77777777" w:rsidR="00314779" w:rsidRPr="00314779" w:rsidRDefault="00314779" w:rsidP="00314779">
      <w:pPr>
        <w:rPr>
          <w:bCs/>
        </w:rPr>
      </w:pPr>
    </w:p>
    <w:p w14:paraId="77A5280C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Variable Name: Raw Score Sight Words TOWRE B Grade Based  </w:t>
      </w:r>
    </w:p>
    <w:p w14:paraId="15FE3CE3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SPSS Variable Name:  </w:t>
      </w:r>
      <w:proofErr w:type="spellStart"/>
      <w:r w:rsidRPr="00314779">
        <w:rPr>
          <w:bCs/>
        </w:rPr>
        <w:t>GradeRS_Year_B</w:t>
      </w:r>
      <w:proofErr w:type="spellEnd"/>
    </w:p>
    <w:p w14:paraId="557292ED" w14:textId="77777777" w:rsidR="00314779" w:rsidRPr="00314779" w:rsidRDefault="00314779" w:rsidP="00314779">
      <w:pPr>
        <w:rPr>
          <w:bCs/>
        </w:rPr>
      </w:pPr>
    </w:p>
    <w:p w14:paraId="277B6C5C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>Variable Name: Standard Score TOWRE Sight Words B Grade based</w:t>
      </w:r>
    </w:p>
    <w:p w14:paraId="44F8CC3B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SPSS Variable Name:  </w:t>
      </w:r>
      <w:proofErr w:type="spellStart"/>
      <w:r w:rsidRPr="00314779">
        <w:rPr>
          <w:bCs/>
        </w:rPr>
        <w:t>GradeSS_Year_B</w:t>
      </w:r>
      <w:proofErr w:type="spellEnd"/>
    </w:p>
    <w:p w14:paraId="17BFBFDD" w14:textId="77777777" w:rsidR="00314779" w:rsidRPr="00314779" w:rsidRDefault="00314779" w:rsidP="00314779">
      <w:pPr>
        <w:rPr>
          <w:bCs/>
        </w:rPr>
      </w:pPr>
    </w:p>
    <w:p w14:paraId="32303F41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Variable Name: TOWRE A Nonwords number correct </w:t>
      </w:r>
    </w:p>
    <w:p w14:paraId="7FF75C67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SPSS Variable Name:  </w:t>
      </w:r>
      <w:proofErr w:type="spellStart"/>
      <w:r w:rsidRPr="00314779">
        <w:rPr>
          <w:bCs/>
        </w:rPr>
        <w:t>TOWNonACorre_Year</w:t>
      </w:r>
      <w:proofErr w:type="spellEnd"/>
    </w:p>
    <w:p w14:paraId="4FA0D9AC" w14:textId="77777777" w:rsidR="00314779" w:rsidRPr="00314779" w:rsidRDefault="00314779" w:rsidP="00314779">
      <w:pPr>
        <w:rPr>
          <w:bCs/>
        </w:rPr>
      </w:pPr>
    </w:p>
    <w:p w14:paraId="68CB77DE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Variable Name: TOWRE A Non words incorrect </w:t>
      </w:r>
    </w:p>
    <w:p w14:paraId="60C27E6D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SPSS Variable Name: </w:t>
      </w:r>
      <w:proofErr w:type="spellStart"/>
      <w:r w:rsidRPr="00314779">
        <w:rPr>
          <w:bCs/>
        </w:rPr>
        <w:t>TOWNonAInc_Year</w:t>
      </w:r>
      <w:proofErr w:type="spellEnd"/>
      <w:r w:rsidRPr="00314779">
        <w:rPr>
          <w:bCs/>
        </w:rPr>
        <w:t xml:space="preserve"> </w:t>
      </w:r>
    </w:p>
    <w:p w14:paraId="20790254" w14:textId="77777777" w:rsidR="00314779" w:rsidRPr="00314779" w:rsidRDefault="00314779" w:rsidP="00314779">
      <w:pPr>
        <w:rPr>
          <w:bCs/>
        </w:rPr>
      </w:pPr>
    </w:p>
    <w:p w14:paraId="5D5B051D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Variable Name: TOWRE A Non words Raw Score Age based </w:t>
      </w:r>
    </w:p>
    <w:p w14:paraId="07E01702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SPSS Variable Name: </w:t>
      </w:r>
      <w:proofErr w:type="spellStart"/>
      <w:r w:rsidRPr="00314779">
        <w:rPr>
          <w:bCs/>
        </w:rPr>
        <w:t>NonAgeRS</w:t>
      </w:r>
      <w:proofErr w:type="spellEnd"/>
      <w:r w:rsidRPr="00314779">
        <w:rPr>
          <w:bCs/>
        </w:rPr>
        <w:t xml:space="preserve">  </w:t>
      </w:r>
    </w:p>
    <w:p w14:paraId="3ADF69AA" w14:textId="77777777" w:rsidR="00314779" w:rsidRPr="00314779" w:rsidRDefault="00314779" w:rsidP="00314779">
      <w:pPr>
        <w:rPr>
          <w:bCs/>
        </w:rPr>
      </w:pPr>
    </w:p>
    <w:p w14:paraId="27E5729B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Variable Name: TOWRE A Non Words Standard Score Age based </w:t>
      </w:r>
    </w:p>
    <w:p w14:paraId="286A619A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SPSS Variable Name:  </w:t>
      </w:r>
      <w:proofErr w:type="spellStart"/>
      <w:r w:rsidRPr="00314779">
        <w:rPr>
          <w:bCs/>
        </w:rPr>
        <w:t>NonAgeSS_Year</w:t>
      </w:r>
      <w:proofErr w:type="spellEnd"/>
      <w:r w:rsidRPr="00314779">
        <w:rPr>
          <w:bCs/>
        </w:rPr>
        <w:t xml:space="preserve"> </w:t>
      </w:r>
    </w:p>
    <w:p w14:paraId="142F1AC1" w14:textId="77777777" w:rsidR="00314779" w:rsidRPr="00314779" w:rsidRDefault="00314779" w:rsidP="00314779">
      <w:pPr>
        <w:rPr>
          <w:bCs/>
        </w:rPr>
      </w:pPr>
    </w:p>
    <w:p w14:paraId="6E220E5D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Variable Name: TOWRE A Non Words Grade Based </w:t>
      </w:r>
    </w:p>
    <w:p w14:paraId="2B8E0517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SPSS Variable Name:  </w:t>
      </w:r>
      <w:proofErr w:type="spellStart"/>
      <w:r w:rsidRPr="00314779">
        <w:rPr>
          <w:bCs/>
        </w:rPr>
        <w:t>NonGradeRS_Year</w:t>
      </w:r>
      <w:proofErr w:type="spellEnd"/>
      <w:r w:rsidRPr="00314779">
        <w:rPr>
          <w:bCs/>
        </w:rPr>
        <w:t xml:space="preserve"> </w:t>
      </w:r>
    </w:p>
    <w:p w14:paraId="02660E37" w14:textId="77777777" w:rsidR="00314779" w:rsidRPr="00314779" w:rsidRDefault="00314779" w:rsidP="00314779">
      <w:pPr>
        <w:rPr>
          <w:bCs/>
        </w:rPr>
      </w:pPr>
    </w:p>
    <w:p w14:paraId="203BF2B4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Variable Name: TOWRE A Non Words Standard Score Grade Based </w:t>
      </w:r>
    </w:p>
    <w:p w14:paraId="36DAA901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SPSS Variable Name:  </w:t>
      </w:r>
      <w:proofErr w:type="spellStart"/>
      <w:r w:rsidRPr="00314779">
        <w:rPr>
          <w:bCs/>
        </w:rPr>
        <w:t>NonGradeSS_Year</w:t>
      </w:r>
      <w:proofErr w:type="spellEnd"/>
      <w:r w:rsidRPr="00314779">
        <w:rPr>
          <w:bCs/>
        </w:rPr>
        <w:t xml:space="preserve"> </w:t>
      </w:r>
    </w:p>
    <w:p w14:paraId="7D924C06" w14:textId="77777777" w:rsidR="00314779" w:rsidRPr="00314779" w:rsidRDefault="00314779" w:rsidP="00314779">
      <w:pPr>
        <w:rPr>
          <w:bCs/>
        </w:rPr>
      </w:pPr>
    </w:p>
    <w:p w14:paraId="4BDE6B97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Variable Name: TOWRE B Non Words Correct  </w:t>
      </w:r>
    </w:p>
    <w:p w14:paraId="2ED2514E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SPSS Variable Name:  </w:t>
      </w:r>
      <w:proofErr w:type="spellStart"/>
      <w:r w:rsidRPr="00314779">
        <w:rPr>
          <w:bCs/>
        </w:rPr>
        <w:t>TOWNonBCorr_Year</w:t>
      </w:r>
      <w:proofErr w:type="spellEnd"/>
      <w:r w:rsidRPr="00314779">
        <w:rPr>
          <w:bCs/>
        </w:rPr>
        <w:t xml:space="preserve"> </w:t>
      </w:r>
    </w:p>
    <w:p w14:paraId="5585E1D2" w14:textId="77777777" w:rsidR="00314779" w:rsidRPr="00314779" w:rsidRDefault="00314779" w:rsidP="00314779">
      <w:pPr>
        <w:rPr>
          <w:bCs/>
        </w:rPr>
      </w:pPr>
    </w:p>
    <w:p w14:paraId="0C350FE1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Variable Name: TOWRE B Non Words Incorrect </w:t>
      </w:r>
    </w:p>
    <w:p w14:paraId="6AAEF55D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SPSS Variable Name:  </w:t>
      </w:r>
      <w:proofErr w:type="spellStart"/>
      <w:r w:rsidRPr="00314779">
        <w:rPr>
          <w:bCs/>
        </w:rPr>
        <w:t>TOWNonBInc_Year</w:t>
      </w:r>
      <w:proofErr w:type="spellEnd"/>
    </w:p>
    <w:p w14:paraId="5507EDB1" w14:textId="77777777" w:rsidR="00314779" w:rsidRPr="00314779" w:rsidRDefault="00314779" w:rsidP="00314779">
      <w:pPr>
        <w:rPr>
          <w:bCs/>
        </w:rPr>
      </w:pPr>
    </w:p>
    <w:p w14:paraId="2C367146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Variable Name: Raw Score TOWRE Non Words B Age Based </w:t>
      </w:r>
    </w:p>
    <w:p w14:paraId="3FA45954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SPSS Variable Name:  </w:t>
      </w:r>
      <w:proofErr w:type="spellStart"/>
      <w:r w:rsidRPr="00314779">
        <w:rPr>
          <w:bCs/>
        </w:rPr>
        <w:t>NonAgeRS_Year_B</w:t>
      </w:r>
      <w:proofErr w:type="spellEnd"/>
    </w:p>
    <w:p w14:paraId="1F03CF9F" w14:textId="77777777" w:rsidR="00314779" w:rsidRPr="00314779" w:rsidRDefault="00314779" w:rsidP="00314779">
      <w:pPr>
        <w:rPr>
          <w:bCs/>
        </w:rPr>
      </w:pPr>
    </w:p>
    <w:p w14:paraId="7040D403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>Variable Name: Standard Score TOWRE B Age based Non Words</w:t>
      </w:r>
    </w:p>
    <w:p w14:paraId="02125B59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SPSS Variable Name:  </w:t>
      </w:r>
      <w:proofErr w:type="spellStart"/>
      <w:r w:rsidRPr="00314779">
        <w:rPr>
          <w:bCs/>
        </w:rPr>
        <w:t>NonAgeSS_Year_B</w:t>
      </w:r>
      <w:proofErr w:type="spellEnd"/>
    </w:p>
    <w:p w14:paraId="15471A4F" w14:textId="77777777" w:rsidR="00314779" w:rsidRPr="00314779" w:rsidRDefault="00314779" w:rsidP="00314779">
      <w:pPr>
        <w:rPr>
          <w:bCs/>
        </w:rPr>
      </w:pPr>
    </w:p>
    <w:p w14:paraId="63C90C49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Variable Name: Raw Score TOWRE B Non words Grade Based </w:t>
      </w:r>
    </w:p>
    <w:p w14:paraId="32E93738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SPSS Variable Name:  </w:t>
      </w:r>
      <w:proofErr w:type="spellStart"/>
      <w:r w:rsidRPr="00314779">
        <w:rPr>
          <w:bCs/>
        </w:rPr>
        <w:t>NonGradeRS_Year_B</w:t>
      </w:r>
      <w:proofErr w:type="spellEnd"/>
    </w:p>
    <w:p w14:paraId="37F82BFF" w14:textId="77777777" w:rsidR="00314779" w:rsidRPr="00314779" w:rsidRDefault="00314779" w:rsidP="00314779">
      <w:pPr>
        <w:rPr>
          <w:bCs/>
        </w:rPr>
      </w:pPr>
    </w:p>
    <w:p w14:paraId="46BCA882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Variable Name: TOWRE B Non Words Standard Score Grade based </w:t>
      </w:r>
    </w:p>
    <w:p w14:paraId="4E995905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SPSS Variable Name:  </w:t>
      </w:r>
      <w:proofErr w:type="spellStart"/>
      <w:r w:rsidRPr="00314779">
        <w:rPr>
          <w:bCs/>
        </w:rPr>
        <w:t>NonGradeSS_Year_B</w:t>
      </w:r>
      <w:proofErr w:type="spellEnd"/>
    </w:p>
    <w:p w14:paraId="6BF8EDD4" w14:textId="77777777" w:rsidR="00314779" w:rsidRPr="00314779" w:rsidRDefault="00314779" w:rsidP="00314779">
      <w:pPr>
        <w:rPr>
          <w:bCs/>
        </w:rPr>
      </w:pPr>
    </w:p>
    <w:p w14:paraId="47C8D620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Variable Name: List 1 Attempted Writing </w:t>
      </w:r>
    </w:p>
    <w:p w14:paraId="7ECB6A0E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SPSS Variable Name:  L1Att_Year </w:t>
      </w:r>
    </w:p>
    <w:p w14:paraId="7CF1E6D5" w14:textId="77777777" w:rsidR="00314779" w:rsidRPr="00314779" w:rsidRDefault="00314779" w:rsidP="00314779">
      <w:pPr>
        <w:rPr>
          <w:bCs/>
        </w:rPr>
      </w:pPr>
    </w:p>
    <w:p w14:paraId="67317682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Variable Name: List 1 Correct Writing </w:t>
      </w:r>
    </w:p>
    <w:p w14:paraId="6F9C4040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SPSS Variable Name:  L1corr_Year </w:t>
      </w:r>
    </w:p>
    <w:p w14:paraId="5859CE16" w14:textId="77777777" w:rsidR="00314779" w:rsidRPr="00314779" w:rsidRDefault="00314779" w:rsidP="00314779">
      <w:pPr>
        <w:rPr>
          <w:bCs/>
        </w:rPr>
      </w:pPr>
    </w:p>
    <w:p w14:paraId="0843FF22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Variable Name: List 1 Incorrect Writing </w:t>
      </w:r>
    </w:p>
    <w:p w14:paraId="339F665D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SPSS Variable Name:  L1Inc_Year </w:t>
      </w:r>
    </w:p>
    <w:p w14:paraId="0526BB4E" w14:textId="77777777" w:rsidR="00314779" w:rsidRPr="00314779" w:rsidRDefault="00314779" w:rsidP="00314779">
      <w:pPr>
        <w:rPr>
          <w:bCs/>
        </w:rPr>
      </w:pPr>
    </w:p>
    <w:p w14:paraId="39EC57AF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Variable Name: List 1 Raw Score Writing  </w:t>
      </w:r>
    </w:p>
    <w:p w14:paraId="3AEC9ED4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SPSS Variable Name:  L1RS_Year </w:t>
      </w:r>
    </w:p>
    <w:p w14:paraId="22960515" w14:textId="77777777" w:rsidR="00314779" w:rsidRPr="00314779" w:rsidRDefault="00314779" w:rsidP="00314779">
      <w:pPr>
        <w:rPr>
          <w:bCs/>
        </w:rPr>
      </w:pPr>
    </w:p>
    <w:p w14:paraId="704DB6D7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Variable Name: List 6 Attempted Writing  </w:t>
      </w:r>
    </w:p>
    <w:p w14:paraId="706C497E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SPSS Variable Name:  L6Att_Year </w:t>
      </w:r>
    </w:p>
    <w:p w14:paraId="054C5C7D" w14:textId="77777777" w:rsidR="00314779" w:rsidRPr="00314779" w:rsidRDefault="00314779" w:rsidP="00314779">
      <w:pPr>
        <w:rPr>
          <w:bCs/>
        </w:rPr>
      </w:pPr>
    </w:p>
    <w:p w14:paraId="5D84E8AC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Variable Name: List 6 Correct Writing </w:t>
      </w:r>
    </w:p>
    <w:p w14:paraId="4EDEF057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SPSS Variable Name:  L6Corr_Year </w:t>
      </w:r>
    </w:p>
    <w:p w14:paraId="59B71BFC" w14:textId="77777777" w:rsidR="00314779" w:rsidRPr="00314779" w:rsidRDefault="00314779" w:rsidP="00314779">
      <w:pPr>
        <w:rPr>
          <w:bCs/>
        </w:rPr>
      </w:pPr>
    </w:p>
    <w:p w14:paraId="60B97F57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Variable Name: List 6 Incorrect Writing </w:t>
      </w:r>
    </w:p>
    <w:p w14:paraId="475722EB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SPSS Variable Name:  L6Inc_Year </w:t>
      </w:r>
    </w:p>
    <w:p w14:paraId="74E363F0" w14:textId="77777777" w:rsidR="00314779" w:rsidRPr="00314779" w:rsidRDefault="00314779" w:rsidP="00314779">
      <w:pPr>
        <w:rPr>
          <w:bCs/>
        </w:rPr>
      </w:pPr>
    </w:p>
    <w:p w14:paraId="527DF4D5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Variable Name: List 6 Raw Score </w:t>
      </w:r>
    </w:p>
    <w:p w14:paraId="452678F4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>SPSS Variable Name:  L6RS_Year</w:t>
      </w:r>
    </w:p>
    <w:p w14:paraId="6FFAFFDB" w14:textId="77777777" w:rsidR="00314779" w:rsidRPr="00314779" w:rsidRDefault="00314779" w:rsidP="00314779">
      <w:pPr>
        <w:rPr>
          <w:bCs/>
        </w:rPr>
      </w:pPr>
    </w:p>
    <w:p w14:paraId="0B365EE3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>Variable Name: Correct Memory Span A</w:t>
      </w:r>
    </w:p>
    <w:p w14:paraId="3FE2D45A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SPSS Variable Name:  </w:t>
      </w:r>
      <w:proofErr w:type="spellStart"/>
      <w:r w:rsidRPr="00314779">
        <w:rPr>
          <w:bCs/>
        </w:rPr>
        <w:t>MemACorr_Year</w:t>
      </w:r>
      <w:proofErr w:type="spellEnd"/>
    </w:p>
    <w:p w14:paraId="7BF948C6" w14:textId="77777777" w:rsidR="00314779" w:rsidRPr="00314779" w:rsidRDefault="00314779" w:rsidP="00314779">
      <w:pPr>
        <w:rPr>
          <w:bCs/>
        </w:rPr>
      </w:pPr>
    </w:p>
    <w:p w14:paraId="2569CA18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>Variable Name: Incorrect Memory Span A</w:t>
      </w:r>
    </w:p>
    <w:p w14:paraId="667ABF6D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SPSS Variable Name:  </w:t>
      </w:r>
      <w:proofErr w:type="spellStart"/>
      <w:r w:rsidRPr="00314779">
        <w:rPr>
          <w:bCs/>
        </w:rPr>
        <w:t>MemAInc_Year</w:t>
      </w:r>
      <w:proofErr w:type="spellEnd"/>
      <w:r w:rsidRPr="00314779">
        <w:rPr>
          <w:bCs/>
        </w:rPr>
        <w:t xml:space="preserve"> </w:t>
      </w:r>
    </w:p>
    <w:p w14:paraId="0E0EA818" w14:textId="77777777" w:rsidR="00314779" w:rsidRPr="00314779" w:rsidRDefault="00314779" w:rsidP="00314779">
      <w:pPr>
        <w:rPr>
          <w:bCs/>
        </w:rPr>
      </w:pPr>
    </w:p>
    <w:p w14:paraId="63535EFB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>Variable Name: Raw Score Memory Span A</w:t>
      </w:r>
    </w:p>
    <w:p w14:paraId="106FC137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SPSS Variable Name:  </w:t>
      </w:r>
      <w:proofErr w:type="spellStart"/>
      <w:r w:rsidRPr="00314779">
        <w:rPr>
          <w:bCs/>
        </w:rPr>
        <w:t>MemARS_Year</w:t>
      </w:r>
      <w:proofErr w:type="spellEnd"/>
    </w:p>
    <w:p w14:paraId="2A542264" w14:textId="77777777" w:rsidR="00314779" w:rsidRPr="00314779" w:rsidRDefault="00314779" w:rsidP="00314779">
      <w:pPr>
        <w:rPr>
          <w:bCs/>
        </w:rPr>
      </w:pPr>
    </w:p>
    <w:p w14:paraId="78B80DC6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Variable Name: Memory Span B Correct </w:t>
      </w:r>
    </w:p>
    <w:p w14:paraId="47F54EA7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SPSS Variable Name:  </w:t>
      </w:r>
      <w:proofErr w:type="spellStart"/>
      <w:r w:rsidRPr="00314779">
        <w:rPr>
          <w:bCs/>
        </w:rPr>
        <w:t>MemBCorr_Year</w:t>
      </w:r>
      <w:proofErr w:type="spellEnd"/>
      <w:r w:rsidRPr="00314779">
        <w:rPr>
          <w:bCs/>
        </w:rPr>
        <w:t xml:space="preserve"> </w:t>
      </w:r>
    </w:p>
    <w:p w14:paraId="28D741E6" w14:textId="77777777" w:rsidR="00314779" w:rsidRPr="00314779" w:rsidRDefault="00314779" w:rsidP="00314779">
      <w:pPr>
        <w:rPr>
          <w:bCs/>
        </w:rPr>
      </w:pPr>
    </w:p>
    <w:p w14:paraId="6507D73D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Variable Name: Memory Span B Incorrect </w:t>
      </w:r>
    </w:p>
    <w:p w14:paraId="78D93252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SPSS Variable Name:  </w:t>
      </w:r>
      <w:proofErr w:type="spellStart"/>
      <w:r w:rsidRPr="00314779">
        <w:rPr>
          <w:bCs/>
        </w:rPr>
        <w:t>MemBInc_Year</w:t>
      </w:r>
      <w:proofErr w:type="spellEnd"/>
    </w:p>
    <w:p w14:paraId="3F6C7AF6" w14:textId="77777777" w:rsidR="00314779" w:rsidRPr="00314779" w:rsidRDefault="00314779" w:rsidP="00314779">
      <w:pPr>
        <w:rPr>
          <w:bCs/>
        </w:rPr>
      </w:pPr>
    </w:p>
    <w:p w14:paraId="3FB5FCEB" w14:textId="77777777" w:rsidR="00314779" w:rsidRPr="00314779" w:rsidRDefault="00314779" w:rsidP="00314779">
      <w:pPr>
        <w:rPr>
          <w:bCs/>
        </w:rPr>
      </w:pPr>
      <w:r w:rsidRPr="00314779">
        <w:rPr>
          <w:bCs/>
        </w:rPr>
        <w:t xml:space="preserve">Variable Name: Memory Span B Raw Score  </w:t>
      </w:r>
    </w:p>
    <w:p w14:paraId="139B9838" w14:textId="43B49D23" w:rsidR="000807C8" w:rsidRPr="00314779" w:rsidRDefault="00314779" w:rsidP="00314779">
      <w:pPr>
        <w:rPr>
          <w:bCs/>
        </w:rPr>
      </w:pPr>
      <w:r w:rsidRPr="00314779">
        <w:rPr>
          <w:bCs/>
        </w:rPr>
        <w:t xml:space="preserve">SPSS Variable Name:  </w:t>
      </w:r>
      <w:proofErr w:type="spellStart"/>
      <w:r w:rsidRPr="00314779">
        <w:rPr>
          <w:bCs/>
        </w:rPr>
        <w:t>MemBRS_Year</w:t>
      </w:r>
      <w:proofErr w:type="spellEnd"/>
    </w:p>
    <w:sectPr w:rsidR="000807C8" w:rsidRPr="00314779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0B0CDB" w14:textId="77777777" w:rsidR="00804A7B" w:rsidRDefault="00804A7B" w:rsidP="00A3021A">
      <w:r>
        <w:separator/>
      </w:r>
    </w:p>
  </w:endnote>
  <w:endnote w:type="continuationSeparator" w:id="0">
    <w:p w14:paraId="2547699C" w14:textId="77777777" w:rsidR="00804A7B" w:rsidRDefault="00804A7B" w:rsidP="00A302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625169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7F2AA83" w14:textId="77777777" w:rsidR="00804A7B" w:rsidRDefault="00804A7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38425E7" w14:textId="77777777" w:rsidR="00804A7B" w:rsidRDefault="00804A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6B8EBC" w14:textId="77777777" w:rsidR="00804A7B" w:rsidRDefault="00804A7B" w:rsidP="00A3021A">
      <w:r>
        <w:separator/>
      </w:r>
    </w:p>
  </w:footnote>
  <w:footnote w:type="continuationSeparator" w:id="0">
    <w:p w14:paraId="45D7F45E" w14:textId="77777777" w:rsidR="00804A7B" w:rsidRDefault="00804A7B" w:rsidP="00A302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6D6B6F"/>
    <w:multiLevelType w:val="hybridMultilevel"/>
    <w:tmpl w:val="85A69D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AF3845"/>
    <w:multiLevelType w:val="hybridMultilevel"/>
    <w:tmpl w:val="8FBE106E"/>
    <w:lvl w:ilvl="0" w:tplc="0F7449D2">
      <w:start w:val="99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6FED"/>
    <w:rsid w:val="000807C8"/>
    <w:rsid w:val="000C135D"/>
    <w:rsid w:val="0017591C"/>
    <w:rsid w:val="001812C4"/>
    <w:rsid w:val="0021234B"/>
    <w:rsid w:val="00213EBE"/>
    <w:rsid w:val="002234BB"/>
    <w:rsid w:val="002A09DA"/>
    <w:rsid w:val="00314779"/>
    <w:rsid w:val="00355DBB"/>
    <w:rsid w:val="004D37BA"/>
    <w:rsid w:val="00610B91"/>
    <w:rsid w:val="00671F57"/>
    <w:rsid w:val="006F1F5B"/>
    <w:rsid w:val="0077329C"/>
    <w:rsid w:val="007C0BEC"/>
    <w:rsid w:val="007C7D7B"/>
    <w:rsid w:val="00804A7B"/>
    <w:rsid w:val="008E08BB"/>
    <w:rsid w:val="008F312F"/>
    <w:rsid w:val="009641DC"/>
    <w:rsid w:val="0097625A"/>
    <w:rsid w:val="00A3021A"/>
    <w:rsid w:val="00CA2E52"/>
    <w:rsid w:val="00DD19C8"/>
    <w:rsid w:val="00E3688D"/>
    <w:rsid w:val="00E377F6"/>
    <w:rsid w:val="00E549CD"/>
    <w:rsid w:val="00F305E7"/>
    <w:rsid w:val="00FA6FED"/>
    <w:rsid w:val="00FC47D7"/>
    <w:rsid w:val="00FE0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798DA3"/>
  <w15:chartTrackingRefBased/>
  <w15:docId w15:val="{9CA1F936-C57C-4643-8E9B-91C6CEDC0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6FE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3021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021A"/>
  </w:style>
  <w:style w:type="paragraph" w:styleId="Footer">
    <w:name w:val="footer"/>
    <w:basedOn w:val="Normal"/>
    <w:link w:val="FooterChar"/>
    <w:uiPriority w:val="99"/>
    <w:unhideWhenUsed/>
    <w:rsid w:val="00A3021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02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3B5C14BB</Template>
  <TotalTime>0</TotalTime>
  <Pages>7</Pages>
  <Words>1237</Words>
  <Characters>7054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Zirps, Fotena</dc:creator>
  <cp:keywords/>
  <dc:description/>
  <cp:lastModifiedBy>Fotena Zirps</cp:lastModifiedBy>
  <cp:revision>2</cp:revision>
  <dcterms:created xsi:type="dcterms:W3CDTF">2019-11-21T18:08:00Z</dcterms:created>
  <dcterms:modified xsi:type="dcterms:W3CDTF">2019-11-21T18:08:00Z</dcterms:modified>
</cp:coreProperties>
</file>